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2C851" w14:textId="67B14219" w:rsidR="00C06AE4" w:rsidRPr="00AD1D1B" w:rsidRDefault="002E0EF7" w:rsidP="0037318D">
      <w:pPr>
        <w:rPr>
          <w:rFonts w:ascii="Times New Roman" w:eastAsia="Times New Roman" w:hAnsi="Times New Roman"/>
          <w:kern w:val="20"/>
          <w:lang w:val="et-EE"/>
        </w:rPr>
      </w:pPr>
      <w:r>
        <w:rPr>
          <w:rFonts w:cs="Arial"/>
          <w:noProof/>
          <w:sz w:val="20"/>
          <w:lang w:val="et-EE" w:eastAsia="et-EE"/>
        </w:rPr>
        <w:drawing>
          <wp:anchor distT="0" distB="0" distL="114300" distR="114300" simplePos="0" relativeHeight="251658752" behindDoc="0" locked="0" layoutInCell="1" allowOverlap="1" wp14:anchorId="40948D70" wp14:editId="5FFA2FB4">
            <wp:simplePos x="0" y="0"/>
            <wp:positionH relativeFrom="column">
              <wp:posOffset>3974261</wp:posOffset>
            </wp:positionH>
            <wp:positionV relativeFrom="paragraph">
              <wp:posOffset>-989498</wp:posOffset>
            </wp:positionV>
            <wp:extent cx="2202313" cy="1138687"/>
            <wp:effectExtent l="0" t="0" r="0" b="0"/>
            <wp:wrapNone/>
            <wp:docPr id="1" name="Picture 1" descr="C:\Users\Lilika.Nurmse\Energia.ee\ELV kirjad ja vormid - Documents\ELV uus logo\RGB_Elektrilevi_logo_hor_positi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lika.Nurmse\Energia.ee\ELV kirjad ja vormid - Documents\ELV uus logo\RGB_Elektrilevi_logo_hor_positiv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313" cy="113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AE4">
        <w:rPr>
          <w:rFonts w:ascii="Times New Roman" w:eastAsiaTheme="minorHAnsi" w:hAnsi="Times New Roman"/>
          <w:lang w:val="et-EE"/>
        </w:rPr>
        <w:t>R</w:t>
      </w:r>
      <w:r w:rsidR="00C06AE4" w:rsidRPr="001679AD">
        <w:rPr>
          <w:rFonts w:ascii="Times New Roman" w:eastAsiaTheme="minorHAnsi" w:hAnsi="Times New Roman"/>
          <w:lang w:val="et-EE"/>
        </w:rPr>
        <w:t>MK maakasutusosakonnale</w:t>
      </w:r>
    </w:p>
    <w:p w14:paraId="494B893E" w14:textId="77777777" w:rsidR="00C06AE4" w:rsidRPr="001679AD" w:rsidRDefault="00C06AE4" w:rsidP="00C06AE4">
      <w:pPr>
        <w:spacing w:after="200" w:line="276" w:lineRule="auto"/>
        <w:contextualSpacing/>
        <w:jc w:val="both"/>
        <w:rPr>
          <w:rFonts w:ascii="Times New Roman" w:eastAsiaTheme="minorHAnsi" w:hAnsi="Times New Roman"/>
          <w:lang w:val="et-EE"/>
        </w:rPr>
      </w:pPr>
      <w:hyperlink r:id="rId11" w:history="1">
        <w:r w:rsidRPr="001679AD">
          <w:rPr>
            <w:rStyle w:val="Hyperlink"/>
            <w:rFonts w:ascii="Times New Roman" w:eastAsiaTheme="minorHAnsi" w:hAnsi="Times New Roman"/>
            <w:lang w:val="et-EE"/>
          </w:rPr>
          <w:t>rmk@rmk.ee</w:t>
        </w:r>
      </w:hyperlink>
      <w:r w:rsidRPr="001679AD">
        <w:rPr>
          <w:rFonts w:ascii="Times New Roman" w:eastAsiaTheme="minorHAnsi" w:hAnsi="Times New Roman"/>
          <w:color w:val="0563C1" w:themeColor="hyperlink"/>
          <w:u w:val="single"/>
          <w:lang w:val="et-EE"/>
        </w:rPr>
        <w:t xml:space="preserve"> </w:t>
      </w:r>
    </w:p>
    <w:p w14:paraId="4219D028" w14:textId="45213220" w:rsidR="00C06AE4" w:rsidRPr="001679AD" w:rsidRDefault="00C06AE4" w:rsidP="00BB44A0">
      <w:pPr>
        <w:spacing w:after="200" w:line="276" w:lineRule="auto"/>
        <w:ind w:left="4248" w:right="163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 xml:space="preserve">        </w:t>
      </w:r>
      <w:r>
        <w:rPr>
          <w:rFonts w:ascii="Times New Roman" w:eastAsiaTheme="minorHAnsi" w:hAnsi="Times New Roman"/>
          <w:lang w:val="et-EE"/>
        </w:rPr>
        <w:tab/>
      </w:r>
      <w:r w:rsidRPr="001679AD">
        <w:rPr>
          <w:rFonts w:ascii="Times New Roman" w:eastAsiaTheme="minorHAnsi" w:hAnsi="Times New Roman"/>
          <w:lang w:val="et-EE"/>
        </w:rPr>
        <w:t xml:space="preserve">Meie: </w:t>
      </w:r>
      <w:r w:rsidR="00BE4035">
        <w:rPr>
          <w:rFonts w:ascii="Times New Roman" w:eastAsiaTheme="minorHAnsi" w:hAnsi="Times New Roman"/>
          <w:lang w:val="et-EE"/>
        </w:rPr>
        <w:t>6</w:t>
      </w:r>
      <w:r w:rsidRPr="001679AD">
        <w:rPr>
          <w:rFonts w:ascii="Times New Roman" w:eastAsiaTheme="minorHAnsi" w:hAnsi="Times New Roman"/>
          <w:lang w:val="et-EE"/>
        </w:rPr>
        <w:t>.</w:t>
      </w:r>
      <w:r w:rsidR="00BE4035">
        <w:rPr>
          <w:rFonts w:ascii="Times New Roman" w:eastAsiaTheme="minorHAnsi" w:hAnsi="Times New Roman"/>
          <w:lang w:val="et-EE"/>
        </w:rPr>
        <w:t>02</w:t>
      </w:r>
      <w:r>
        <w:rPr>
          <w:rFonts w:ascii="Times New Roman" w:eastAsiaTheme="minorHAnsi" w:hAnsi="Times New Roman"/>
          <w:lang w:val="et-EE"/>
        </w:rPr>
        <w:t>.202</w:t>
      </w:r>
      <w:r w:rsidR="00BE4035">
        <w:rPr>
          <w:rFonts w:ascii="Times New Roman" w:eastAsiaTheme="minorHAnsi" w:hAnsi="Times New Roman"/>
          <w:lang w:val="et-EE"/>
        </w:rPr>
        <w:t>5</w:t>
      </w:r>
      <w:r>
        <w:rPr>
          <w:rFonts w:ascii="Times New Roman" w:eastAsiaTheme="minorHAnsi" w:hAnsi="Times New Roman"/>
          <w:lang w:val="et-EE"/>
        </w:rPr>
        <w:t>.a nr JV-MAA-1/</w:t>
      </w:r>
      <w:r w:rsidR="000C3CF8">
        <w:rPr>
          <w:rFonts w:ascii="Times New Roman" w:eastAsiaTheme="minorHAnsi" w:hAnsi="Times New Roman"/>
          <w:lang w:val="et-EE"/>
        </w:rPr>
        <w:t>556</w:t>
      </w:r>
    </w:p>
    <w:p w14:paraId="73536A2A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TAOTLUS</w:t>
      </w:r>
    </w:p>
    <w:p w14:paraId="621CD314" w14:textId="77777777" w:rsidR="00C06AE4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 w:rsidRPr="001679AD">
        <w:rPr>
          <w:rFonts w:ascii="Times New Roman" w:eastAsiaTheme="minorHAnsi" w:hAnsi="Times New Roman"/>
          <w:lang w:val="et-EE"/>
        </w:rPr>
        <w:t>RMK VALDUSES OLEVALE HOONESTAMATA</w:t>
      </w:r>
    </w:p>
    <w:p w14:paraId="06DA8FFE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 xml:space="preserve">KINNISASJALE </w:t>
      </w:r>
      <w:r w:rsidRPr="001679AD">
        <w:rPr>
          <w:rFonts w:ascii="Times New Roman" w:eastAsiaTheme="minorHAnsi" w:hAnsi="Times New Roman"/>
          <w:lang w:val="et-EE"/>
        </w:rPr>
        <w:t xml:space="preserve"> ISIKLIKU</w:t>
      </w:r>
      <w:r>
        <w:rPr>
          <w:rFonts w:ascii="Times New Roman" w:eastAsiaTheme="minorHAnsi" w:hAnsi="Times New Roman"/>
          <w:lang w:val="et-EE"/>
        </w:rPr>
        <w:t xml:space="preserve"> </w:t>
      </w:r>
      <w:r w:rsidRPr="001679AD">
        <w:rPr>
          <w:rFonts w:ascii="Times New Roman" w:eastAsiaTheme="minorHAnsi" w:hAnsi="Times New Roman"/>
          <w:lang w:val="et-EE"/>
        </w:rPr>
        <w:t>KASUTUSÕIGUSE SEADMISEKS</w:t>
      </w:r>
    </w:p>
    <w:p w14:paraId="09D2C211" w14:textId="77777777" w:rsidR="00C06AE4" w:rsidRPr="001679AD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756BC1E4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ANDMED TAOTLEJA KOHTA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258"/>
        <w:gridCol w:w="4531"/>
      </w:tblGrid>
      <w:tr w:rsidR="00C06AE4" w:rsidRPr="001679AD" w14:paraId="0DC1CA2B" w14:textId="77777777" w:rsidTr="00137C4C">
        <w:tc>
          <w:tcPr>
            <w:tcW w:w="4258" w:type="dxa"/>
          </w:tcPr>
          <w:p w14:paraId="41FA3F1D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Taotleja nimi: Elektrilevi OÜ</w:t>
            </w:r>
          </w:p>
        </w:tc>
        <w:tc>
          <w:tcPr>
            <w:tcW w:w="4531" w:type="dxa"/>
          </w:tcPr>
          <w:p w14:paraId="38541BF8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Registrikood/isikukood: 11050857</w:t>
            </w:r>
          </w:p>
        </w:tc>
      </w:tr>
      <w:tr w:rsidR="00C06AE4" w:rsidRPr="001679AD" w14:paraId="60E03851" w14:textId="77777777" w:rsidTr="00137C4C">
        <w:tc>
          <w:tcPr>
            <w:tcW w:w="8789" w:type="dxa"/>
            <w:gridSpan w:val="2"/>
          </w:tcPr>
          <w:p w14:paraId="5E759BA0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Aadress: </w:t>
            </w:r>
            <w:r>
              <w:rPr>
                <w:rFonts w:ascii="Times New Roman" w:hAnsi="Times New Roman" w:cs="Times New Roman"/>
                <w:lang w:val="et-EE"/>
              </w:rPr>
              <w:t>Veskiposti 2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Tallinn</w:t>
            </w:r>
          </w:p>
        </w:tc>
      </w:tr>
      <w:tr w:rsidR="00C06AE4" w:rsidRPr="001679AD" w14:paraId="0D4D3EA6" w14:textId="77777777" w:rsidTr="00137C4C">
        <w:tc>
          <w:tcPr>
            <w:tcW w:w="8789" w:type="dxa"/>
            <w:gridSpan w:val="2"/>
          </w:tcPr>
          <w:p w14:paraId="14DD6A8C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Kontaktisik: </w:t>
            </w:r>
            <w:r>
              <w:rPr>
                <w:rFonts w:ascii="Times New Roman" w:hAnsi="Times New Roman" w:cs="Times New Roman"/>
                <w:lang w:val="et-EE"/>
              </w:rPr>
              <w:t>Kaido Kivisild</w:t>
            </w:r>
          </w:p>
        </w:tc>
      </w:tr>
      <w:tr w:rsidR="00C06AE4" w:rsidRPr="001679AD" w14:paraId="48D1FF84" w14:textId="77777777" w:rsidTr="00137C4C">
        <w:tc>
          <w:tcPr>
            <w:tcW w:w="8789" w:type="dxa"/>
            <w:gridSpan w:val="2"/>
          </w:tcPr>
          <w:p w14:paraId="67692C36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Tel: 510 5657</w:t>
            </w:r>
          </w:p>
        </w:tc>
      </w:tr>
      <w:tr w:rsidR="00C06AE4" w:rsidRPr="001679AD" w14:paraId="428C0E63" w14:textId="77777777" w:rsidTr="00137C4C">
        <w:tc>
          <w:tcPr>
            <w:tcW w:w="8789" w:type="dxa"/>
            <w:gridSpan w:val="2"/>
          </w:tcPr>
          <w:p w14:paraId="3B443402" w14:textId="50586946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E-post: kaido.kivisild</w:t>
            </w:r>
            <w:r w:rsidRPr="001679AD">
              <w:rPr>
                <w:rFonts w:ascii="Times New Roman" w:hAnsi="Times New Roman" w:cs="Times New Roman"/>
                <w:lang w:val="et-EE"/>
              </w:rPr>
              <w:t>@</w:t>
            </w:r>
            <w:r w:rsidR="002E5323">
              <w:rPr>
                <w:rFonts w:ascii="Times New Roman" w:hAnsi="Times New Roman" w:cs="Times New Roman"/>
                <w:lang w:val="et-EE"/>
              </w:rPr>
              <w:t>elektrilevi</w:t>
            </w:r>
            <w:r w:rsidRPr="001679AD">
              <w:rPr>
                <w:rFonts w:ascii="Times New Roman" w:hAnsi="Times New Roman" w:cs="Times New Roman"/>
                <w:lang w:val="et-EE"/>
              </w:rPr>
              <w:t>.ee</w:t>
            </w:r>
          </w:p>
        </w:tc>
      </w:tr>
    </w:tbl>
    <w:p w14:paraId="1210C7C1" w14:textId="77777777" w:rsidR="00C06AE4" w:rsidRPr="001679AD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SERVITUUDI VÕI ISIKLIKU KASUTUSÕIGUSE SEADMISE SISU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C06AE4" w:rsidRPr="001679AD" w14:paraId="51942DE5" w14:textId="77777777" w:rsidTr="00137C4C">
        <w:tc>
          <w:tcPr>
            <w:tcW w:w="8789" w:type="dxa"/>
          </w:tcPr>
          <w:p w14:paraId="28CBFE26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Koormatava kinnisasja aadress, kinnistusregistriosa number, katastriüksuse tunnus:</w:t>
            </w:r>
          </w:p>
          <w:p w14:paraId="36772077" w14:textId="2660CDC5" w:rsidR="00BB44A0" w:rsidRDefault="00BE4035" w:rsidP="005B7A1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Valga</w:t>
            </w:r>
            <w:r w:rsidR="00C06AE4" w:rsidRPr="00BB5250">
              <w:rPr>
                <w:rFonts w:ascii="Times New Roman" w:hAnsi="Times New Roman"/>
                <w:b/>
                <w:lang w:val="et-EE"/>
              </w:rPr>
              <w:t xml:space="preserve"> metskond </w:t>
            </w:r>
            <w:r>
              <w:rPr>
                <w:rFonts w:ascii="Times New Roman" w:hAnsi="Times New Roman"/>
                <w:b/>
                <w:lang w:val="et-EE"/>
              </w:rPr>
              <w:t>158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, </w:t>
            </w:r>
            <w:r>
              <w:rPr>
                <w:rFonts w:ascii="Times New Roman" w:hAnsi="Times New Roman"/>
                <w:lang w:val="et-EE"/>
              </w:rPr>
              <w:t>Mäek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üla, </w:t>
            </w:r>
            <w:r>
              <w:rPr>
                <w:rFonts w:ascii="Times New Roman" w:hAnsi="Times New Roman"/>
                <w:lang w:val="et-EE"/>
              </w:rPr>
              <w:t>Otepää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 vald, V</w:t>
            </w:r>
            <w:r>
              <w:rPr>
                <w:rFonts w:ascii="Times New Roman" w:hAnsi="Times New Roman"/>
                <w:lang w:val="et-EE"/>
              </w:rPr>
              <w:t>alga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 maakond, registriosa number </w:t>
            </w:r>
            <w:r>
              <w:rPr>
                <w:rFonts w:ascii="Times New Roman" w:hAnsi="Times New Roman"/>
                <w:lang w:val="et-EE"/>
              </w:rPr>
              <w:t>13154650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, katastriüksuse tunnus </w:t>
            </w:r>
            <w:r>
              <w:rPr>
                <w:rFonts w:ascii="Times New Roman" w:hAnsi="Times New Roman"/>
                <w:lang w:val="et-EE"/>
              </w:rPr>
              <w:t>72401</w:t>
            </w:r>
            <w:r w:rsidR="00C06AE4" w:rsidRPr="00BB5250">
              <w:rPr>
                <w:rFonts w:ascii="Times New Roman" w:hAnsi="Times New Roman"/>
                <w:lang w:val="et-EE"/>
              </w:rPr>
              <w:t>:00</w:t>
            </w:r>
            <w:r>
              <w:rPr>
                <w:rFonts w:ascii="Times New Roman" w:hAnsi="Times New Roman"/>
                <w:lang w:val="et-EE"/>
              </w:rPr>
              <w:t>2</w:t>
            </w:r>
            <w:r w:rsidR="00C06AE4" w:rsidRPr="00BB5250">
              <w:rPr>
                <w:rFonts w:ascii="Times New Roman" w:hAnsi="Times New Roman"/>
                <w:lang w:val="et-EE"/>
              </w:rPr>
              <w:t>:</w:t>
            </w:r>
            <w:r w:rsidR="002E5323">
              <w:rPr>
                <w:rFonts w:ascii="Times New Roman" w:hAnsi="Times New Roman"/>
                <w:lang w:val="et-EE"/>
              </w:rPr>
              <w:t>00</w:t>
            </w:r>
            <w:r>
              <w:rPr>
                <w:rFonts w:ascii="Times New Roman" w:hAnsi="Times New Roman"/>
                <w:lang w:val="et-EE"/>
              </w:rPr>
              <w:t>45</w:t>
            </w:r>
            <w:r w:rsidR="00BB44A0">
              <w:rPr>
                <w:rFonts w:ascii="Times New Roman" w:hAnsi="Times New Roman"/>
                <w:lang w:val="et-EE"/>
              </w:rPr>
              <w:t>;</w:t>
            </w:r>
          </w:p>
          <w:p w14:paraId="34E1B2C6" w14:textId="70D187B4" w:rsidR="002E5323" w:rsidRPr="00BE4035" w:rsidRDefault="00BE4035" w:rsidP="00BE403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Arimäe-Sõõrumäe</w:t>
            </w:r>
            <w:r w:rsidR="002E5323">
              <w:rPr>
                <w:rFonts w:ascii="Times New Roman" w:hAnsi="Times New Roman"/>
                <w:b/>
                <w:lang w:val="et-EE"/>
              </w:rPr>
              <w:t xml:space="preserve"> tee</w:t>
            </w:r>
            <w:r w:rsidR="002E5323" w:rsidRPr="00BB5250">
              <w:rPr>
                <w:rFonts w:ascii="Times New Roman" w:hAnsi="Times New Roman"/>
                <w:lang w:val="et-EE"/>
              </w:rPr>
              <w:t xml:space="preserve">, </w:t>
            </w:r>
            <w:r w:rsidR="002E5323">
              <w:rPr>
                <w:rFonts w:ascii="Times New Roman" w:hAnsi="Times New Roman"/>
                <w:lang w:val="et-EE"/>
              </w:rPr>
              <w:t xml:space="preserve">Haabsaare </w:t>
            </w:r>
            <w:r w:rsidR="002E5323" w:rsidRPr="00BB5250">
              <w:rPr>
                <w:rFonts w:ascii="Times New Roman" w:hAnsi="Times New Roman"/>
                <w:lang w:val="et-EE"/>
              </w:rPr>
              <w:t xml:space="preserve">küla, </w:t>
            </w:r>
            <w:r w:rsidR="002E5323">
              <w:rPr>
                <w:rFonts w:ascii="Times New Roman" w:hAnsi="Times New Roman"/>
                <w:lang w:val="et-EE"/>
              </w:rPr>
              <w:t>Antsla</w:t>
            </w:r>
            <w:r w:rsidR="002E5323" w:rsidRPr="00BB5250">
              <w:rPr>
                <w:rFonts w:ascii="Times New Roman" w:hAnsi="Times New Roman"/>
                <w:lang w:val="et-EE"/>
              </w:rPr>
              <w:t xml:space="preserve"> vald, V</w:t>
            </w:r>
            <w:r w:rsidR="002E5323">
              <w:rPr>
                <w:rFonts w:ascii="Times New Roman" w:hAnsi="Times New Roman"/>
                <w:lang w:val="et-EE"/>
              </w:rPr>
              <w:t>õru</w:t>
            </w:r>
            <w:r w:rsidR="002E5323" w:rsidRPr="00BB5250">
              <w:rPr>
                <w:rFonts w:ascii="Times New Roman" w:hAnsi="Times New Roman"/>
                <w:lang w:val="et-EE"/>
              </w:rPr>
              <w:t xml:space="preserve"> maakond, registriosa number </w:t>
            </w:r>
            <w:r>
              <w:rPr>
                <w:rFonts w:ascii="Times New Roman" w:hAnsi="Times New Roman"/>
                <w:lang w:val="et-EE"/>
              </w:rPr>
              <w:t>14393450</w:t>
            </w:r>
            <w:r w:rsidR="002E5323" w:rsidRPr="00BB5250">
              <w:rPr>
                <w:rFonts w:ascii="Times New Roman" w:hAnsi="Times New Roman"/>
                <w:lang w:val="et-EE"/>
              </w:rPr>
              <w:t xml:space="preserve">, katastriüksuse tunnus </w:t>
            </w:r>
            <w:r>
              <w:rPr>
                <w:rFonts w:ascii="Times New Roman" w:hAnsi="Times New Roman"/>
                <w:lang w:val="et-EE"/>
              </w:rPr>
              <w:t>72401</w:t>
            </w:r>
            <w:r w:rsidR="002E5323">
              <w:rPr>
                <w:rFonts w:ascii="Times New Roman" w:hAnsi="Times New Roman"/>
                <w:lang w:val="et-EE"/>
              </w:rPr>
              <w:t>:</w:t>
            </w:r>
            <w:r w:rsidR="002E5323" w:rsidRPr="00BB5250">
              <w:rPr>
                <w:rFonts w:ascii="Times New Roman" w:hAnsi="Times New Roman"/>
                <w:lang w:val="et-EE"/>
              </w:rPr>
              <w:t>00</w:t>
            </w:r>
            <w:r w:rsidR="002E5323">
              <w:rPr>
                <w:rFonts w:ascii="Times New Roman" w:hAnsi="Times New Roman"/>
                <w:lang w:val="et-EE"/>
              </w:rPr>
              <w:t>1</w:t>
            </w:r>
            <w:r w:rsidR="002E5323" w:rsidRPr="00BB5250">
              <w:rPr>
                <w:rFonts w:ascii="Times New Roman" w:hAnsi="Times New Roman"/>
                <w:lang w:val="et-EE"/>
              </w:rPr>
              <w:t>:</w:t>
            </w:r>
            <w:r w:rsidR="002E5323">
              <w:rPr>
                <w:rFonts w:ascii="Times New Roman" w:hAnsi="Times New Roman"/>
                <w:lang w:val="et-EE"/>
              </w:rPr>
              <w:t>0</w:t>
            </w:r>
            <w:r>
              <w:rPr>
                <w:rFonts w:ascii="Times New Roman" w:hAnsi="Times New Roman"/>
                <w:lang w:val="et-EE"/>
              </w:rPr>
              <w:t>18</w:t>
            </w:r>
            <w:r w:rsidR="002E5323">
              <w:rPr>
                <w:rFonts w:ascii="Times New Roman" w:hAnsi="Times New Roman"/>
                <w:lang w:val="et-EE"/>
              </w:rPr>
              <w:t>3;</w:t>
            </w:r>
          </w:p>
        </w:tc>
      </w:tr>
      <w:tr w:rsidR="00C06AE4" w:rsidRPr="001679AD" w14:paraId="028D2849" w14:textId="77777777" w:rsidTr="00137C4C">
        <w:tc>
          <w:tcPr>
            <w:tcW w:w="8789" w:type="dxa"/>
          </w:tcPr>
          <w:p w14:paraId="3CB18D79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Reaalservituudi taotlemise korral valitseva kinnisasja aadress, kinnistusregistriosa number ja katastriüksuse tunnus:</w:t>
            </w:r>
          </w:p>
        </w:tc>
      </w:tr>
      <w:tr w:rsidR="00C06AE4" w:rsidRPr="001679AD" w14:paraId="06F28950" w14:textId="77777777" w:rsidTr="00137C4C">
        <w:tc>
          <w:tcPr>
            <w:tcW w:w="8789" w:type="dxa"/>
          </w:tcPr>
          <w:p w14:paraId="41383E44" w14:textId="25B98647" w:rsidR="00137FC9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 tähtaeg: tähtajatu</w:t>
            </w:r>
            <w:r w:rsidR="00D86327">
              <w:rPr>
                <w:rFonts w:ascii="Times New Roman" w:hAnsi="Times New Roman" w:cs="Times New Roman"/>
                <w:lang w:val="et-EE"/>
              </w:rPr>
              <w:t xml:space="preserve"> </w:t>
            </w:r>
          </w:p>
          <w:p w14:paraId="38185B03" w14:textId="6F730E15" w:rsidR="002E5323" w:rsidRDefault="00D86327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PARI kood</w:t>
            </w:r>
            <w:r w:rsidR="002E5323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BE4035">
              <w:rPr>
                <w:rFonts w:ascii="Times New Roman" w:hAnsi="Times New Roman" w:cs="Times New Roman"/>
                <w:lang w:val="et-EE"/>
              </w:rPr>
              <w:t>Valga</w:t>
            </w:r>
            <w:r w:rsidR="002E5323">
              <w:rPr>
                <w:rFonts w:ascii="Times New Roman" w:hAnsi="Times New Roman" w:cs="Times New Roman"/>
                <w:lang w:val="et-EE"/>
              </w:rPr>
              <w:t xml:space="preserve"> MK </w:t>
            </w:r>
            <w:r w:rsidR="00BE4035">
              <w:rPr>
                <w:rFonts w:ascii="Times New Roman" w:hAnsi="Times New Roman" w:cs="Times New Roman"/>
                <w:lang w:val="et-EE"/>
              </w:rPr>
              <w:t>158</w:t>
            </w:r>
            <w:r w:rsidR="002E5323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BE4035">
              <w:rPr>
                <w:rFonts w:ascii="Times New Roman" w:hAnsi="Times New Roman" w:cs="Times New Roman"/>
                <w:lang w:val="et-EE"/>
              </w:rPr>
              <w:t>–</w:t>
            </w:r>
            <w:r w:rsidR="002E5323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BE4035">
              <w:rPr>
                <w:rFonts w:ascii="Times New Roman" w:hAnsi="Times New Roman" w:cs="Times New Roman"/>
                <w:lang w:val="et-EE"/>
              </w:rPr>
              <w:t>644499, 644482</w:t>
            </w:r>
            <w:r w:rsidR="002E5323">
              <w:rPr>
                <w:rFonts w:ascii="Times New Roman" w:hAnsi="Times New Roman" w:cs="Times New Roman"/>
                <w:lang w:val="et-EE"/>
              </w:rPr>
              <w:t xml:space="preserve"> </w:t>
            </w:r>
          </w:p>
          <w:p w14:paraId="7C4F3D60" w14:textId="14034E79" w:rsidR="00D86327" w:rsidRPr="001679AD" w:rsidRDefault="002E5323" w:rsidP="00BE4035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PARI kood </w:t>
            </w:r>
            <w:r w:rsidR="00BE4035">
              <w:rPr>
                <w:rFonts w:ascii="Times New Roman" w:hAnsi="Times New Roman" w:cs="Times New Roman"/>
                <w:lang w:val="et-EE"/>
              </w:rPr>
              <w:t>Arimäe-Sõõrumäe</w:t>
            </w:r>
            <w:r>
              <w:rPr>
                <w:rFonts w:ascii="Times New Roman" w:hAnsi="Times New Roman" w:cs="Times New Roman"/>
                <w:lang w:val="et-EE"/>
              </w:rPr>
              <w:t xml:space="preserve"> tee – </w:t>
            </w:r>
            <w:r w:rsidR="00BE4035">
              <w:rPr>
                <w:rFonts w:ascii="Times New Roman" w:hAnsi="Times New Roman" w:cs="Times New Roman"/>
                <w:lang w:val="et-EE"/>
              </w:rPr>
              <w:t>644498</w:t>
            </w:r>
            <w:r w:rsidR="00137FC9">
              <w:rPr>
                <w:rFonts w:ascii="Times New Roman" w:hAnsi="Times New Roman" w:cs="Times New Roman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lang w:val="et-EE"/>
              </w:rPr>
              <w:t xml:space="preserve">  </w:t>
            </w:r>
          </w:p>
        </w:tc>
      </w:tr>
      <w:tr w:rsidR="00C06AE4" w:rsidRPr="001679AD" w14:paraId="0D8566D1" w14:textId="77777777" w:rsidTr="00137C4C">
        <w:tc>
          <w:tcPr>
            <w:tcW w:w="8789" w:type="dxa"/>
          </w:tcPr>
          <w:p w14:paraId="218A68CD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Servituudiga koormatava ala (servituudi ala) pindala (m</w:t>
            </w:r>
            <w:r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): </w:t>
            </w:r>
          </w:p>
          <w:p w14:paraId="7674F5A4" w14:textId="08C3917E" w:rsidR="00BB44A0" w:rsidRDefault="00BE4035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Valga</w:t>
            </w:r>
            <w:r w:rsidR="00BB5250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137FC9">
              <w:rPr>
                <w:rFonts w:ascii="Times New Roman" w:hAnsi="Times New Roman" w:cs="Times New Roman"/>
                <w:lang w:val="et-EE"/>
              </w:rPr>
              <w:t xml:space="preserve">MK </w:t>
            </w:r>
            <w:r>
              <w:rPr>
                <w:rFonts w:ascii="Times New Roman" w:hAnsi="Times New Roman" w:cs="Times New Roman"/>
                <w:lang w:val="et-EE"/>
              </w:rPr>
              <w:t>158</w:t>
            </w:r>
            <w:r w:rsidR="00BB5250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C06AE4" w:rsidRPr="001679AD">
              <w:rPr>
                <w:rFonts w:ascii="Times New Roman" w:hAnsi="Times New Roman" w:cs="Times New Roman"/>
                <w:lang w:val="et-EE"/>
              </w:rPr>
              <w:t xml:space="preserve">servituudiala </w:t>
            </w:r>
            <w:r>
              <w:rPr>
                <w:rFonts w:ascii="Times New Roman" w:hAnsi="Times New Roman" w:cs="Times New Roman"/>
                <w:lang w:val="et-EE"/>
              </w:rPr>
              <w:t>694</w:t>
            </w:r>
            <w:r w:rsidR="00C06AE4" w:rsidRPr="001679AD">
              <w:rPr>
                <w:rFonts w:ascii="Times New Roman" w:hAnsi="Times New Roman" w:cs="Times New Roman"/>
                <w:lang w:val="et-EE"/>
              </w:rPr>
              <w:t xml:space="preserve"> m</w:t>
            </w:r>
            <w:r w:rsidR="00C06AE4"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="00BB44A0">
              <w:rPr>
                <w:rFonts w:ascii="Times New Roman" w:hAnsi="Times New Roman" w:cs="Times New Roman"/>
                <w:vertAlign w:val="superscript"/>
                <w:lang w:val="et-EE"/>
              </w:rPr>
              <w:t xml:space="preserve"> </w:t>
            </w:r>
            <w:r w:rsidR="00BB44A0">
              <w:rPr>
                <w:rFonts w:ascii="Times New Roman" w:hAnsi="Times New Roman" w:cs="Times New Roman"/>
                <w:lang w:val="et-EE"/>
              </w:rPr>
              <w:t xml:space="preserve">elektrikaabli paigaldamiseks </w:t>
            </w:r>
          </w:p>
          <w:p w14:paraId="55E356CA" w14:textId="421488AC" w:rsidR="00137FC9" w:rsidRPr="00BB44A0" w:rsidRDefault="00BE4035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Arimäe-Sõõrumäe</w:t>
            </w:r>
            <w:r w:rsidR="00137FC9">
              <w:rPr>
                <w:rFonts w:ascii="Times New Roman" w:hAnsi="Times New Roman" w:cs="Times New Roman"/>
                <w:lang w:val="et-EE"/>
              </w:rPr>
              <w:t xml:space="preserve"> tee </w:t>
            </w:r>
            <w:r w:rsidR="00137FC9" w:rsidRPr="001679AD">
              <w:rPr>
                <w:rFonts w:ascii="Times New Roman" w:hAnsi="Times New Roman" w:cs="Times New Roman"/>
                <w:lang w:val="et-EE"/>
              </w:rPr>
              <w:t xml:space="preserve">servituudiala </w:t>
            </w:r>
            <w:r>
              <w:rPr>
                <w:rFonts w:ascii="Times New Roman" w:hAnsi="Times New Roman" w:cs="Times New Roman"/>
                <w:lang w:val="et-EE"/>
              </w:rPr>
              <w:t>114</w:t>
            </w:r>
            <w:r w:rsidR="00137FC9" w:rsidRPr="001679AD">
              <w:rPr>
                <w:rFonts w:ascii="Times New Roman" w:hAnsi="Times New Roman" w:cs="Times New Roman"/>
                <w:lang w:val="et-EE"/>
              </w:rPr>
              <w:t xml:space="preserve"> m</w:t>
            </w:r>
            <w:r w:rsidR="00137FC9"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="00137FC9">
              <w:rPr>
                <w:rFonts w:ascii="Times New Roman" w:hAnsi="Times New Roman" w:cs="Times New Roman"/>
                <w:vertAlign w:val="superscript"/>
                <w:lang w:val="et-EE"/>
              </w:rPr>
              <w:t xml:space="preserve"> </w:t>
            </w:r>
            <w:r w:rsidR="00137FC9">
              <w:rPr>
                <w:rFonts w:ascii="Times New Roman" w:hAnsi="Times New Roman" w:cs="Times New Roman"/>
                <w:lang w:val="et-EE"/>
              </w:rPr>
              <w:t xml:space="preserve">elektrikaabli paigaldamiseks </w:t>
            </w:r>
          </w:p>
        </w:tc>
      </w:tr>
      <w:tr w:rsidR="00C06AE4" w:rsidRPr="001679AD" w14:paraId="3719C5A2" w14:textId="77777777" w:rsidTr="00137C4C">
        <w:tc>
          <w:tcPr>
            <w:tcW w:w="8789" w:type="dxa"/>
          </w:tcPr>
          <w:p w14:paraId="51C614D3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 sisu (kirjeldus) ja eesmärk: elektrivõrgu</w:t>
            </w:r>
            <w:r>
              <w:rPr>
                <w:rFonts w:ascii="Times New Roman" w:hAnsi="Times New Roman" w:cs="Times New Roman"/>
                <w:lang w:val="et-EE"/>
              </w:rPr>
              <w:t xml:space="preserve"> ehitus </w:t>
            </w:r>
          </w:p>
        </w:tc>
      </w:tr>
      <w:tr w:rsidR="00C06AE4" w:rsidRPr="001679AD" w14:paraId="3EC30877" w14:textId="77777777" w:rsidTr="00137C4C">
        <w:tc>
          <w:tcPr>
            <w:tcW w:w="8789" w:type="dxa"/>
          </w:tcPr>
          <w:p w14:paraId="72BFAFAA" w14:textId="5D82D6E2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Elektrilevi OÜ tellimusel on </w:t>
            </w:r>
            <w:r>
              <w:rPr>
                <w:rFonts w:ascii="Times New Roman" w:hAnsi="Times New Roman" w:cs="Times New Roman"/>
                <w:lang w:val="et-EE"/>
              </w:rPr>
              <w:t>Leonhard Weiss OÜ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koostanud e</w:t>
            </w:r>
            <w:r>
              <w:rPr>
                <w:rFonts w:ascii="Times New Roman" w:hAnsi="Times New Roman" w:cs="Times New Roman"/>
                <w:lang w:val="et-EE"/>
              </w:rPr>
              <w:t xml:space="preserve">lektrivarustuse tööprojekti  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 xml:space="preserve">nr </w:t>
            </w:r>
            <w:r w:rsidR="00BE4035">
              <w:rPr>
                <w:rFonts w:ascii="Times New Roman" w:hAnsi="Times New Roman" w:cs="Times New Roman"/>
                <w:i/>
                <w:lang w:val="et-EE"/>
              </w:rPr>
              <w:t>LC1827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>“</w:t>
            </w:r>
            <w:r w:rsidR="00BE4035">
              <w:rPr>
                <w:rFonts w:ascii="Times New Roman" w:hAnsi="Times New Roman" w:cs="Times New Roman"/>
                <w:i/>
                <w:lang w:val="et-EE"/>
              </w:rPr>
              <w:t>Põhjakonna kinnistu elektriliitumine, Mäeküla, Otepää vald, Valgamaa</w:t>
            </w:r>
            <w:r>
              <w:rPr>
                <w:rFonts w:ascii="Times New Roman" w:hAnsi="Times New Roman" w:cs="Times New Roman"/>
                <w:i/>
                <w:lang w:val="et-EE"/>
              </w:rPr>
              <w:t>“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>.</w:t>
            </w:r>
          </w:p>
        </w:tc>
      </w:tr>
    </w:tbl>
    <w:p w14:paraId="5B2892DF" w14:textId="6E73BA89" w:rsidR="00137FC9" w:rsidRDefault="00137FC9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7F43FDFC" w14:textId="77777777" w:rsidR="00C06AE4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3E976674" w14:textId="77777777" w:rsidR="00C06AE4" w:rsidRDefault="00C06AE4" w:rsidP="00C06AE4">
      <w:pPr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>L</w:t>
      </w:r>
      <w:r w:rsidRPr="00850E3E">
        <w:rPr>
          <w:rFonts w:ascii="Times New Roman" w:eastAsiaTheme="minorHAnsi" w:hAnsi="Times New Roman"/>
          <w:lang w:val="et-EE"/>
        </w:rPr>
        <w:t>ugupidamisega</w:t>
      </w:r>
    </w:p>
    <w:p w14:paraId="51424A21" w14:textId="77777777" w:rsidR="00C06AE4" w:rsidRPr="00850E3E" w:rsidRDefault="00C06AE4" w:rsidP="00C06AE4">
      <w:pPr>
        <w:rPr>
          <w:rFonts w:ascii="Times New Roman" w:eastAsiaTheme="minorHAnsi" w:hAnsi="Times New Roman"/>
          <w:lang w:val="et-EE"/>
        </w:rPr>
      </w:pPr>
    </w:p>
    <w:p w14:paraId="7722B398" w14:textId="77777777" w:rsidR="00C06AE4" w:rsidRPr="00850E3E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>/digitaalselt allkirjastatud</w:t>
      </w:r>
      <w:r w:rsidRPr="00850E3E">
        <w:rPr>
          <w:rFonts w:ascii="Times New Roman" w:eastAsiaTheme="minorHAnsi" w:hAnsi="Times New Roman"/>
          <w:lang w:val="et-EE"/>
        </w:rPr>
        <w:t>/</w:t>
      </w:r>
    </w:p>
    <w:p w14:paraId="0950C5BC" w14:textId="77777777" w:rsidR="00C06AE4" w:rsidRDefault="00C06AE4" w:rsidP="00C06AE4">
      <w:pPr>
        <w:keepLines/>
        <w:spacing w:after="80" w:line="220" w:lineRule="atLeast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</w:p>
    <w:p w14:paraId="7ABE65FB" w14:textId="77777777" w:rsidR="00C06AE4" w:rsidRPr="00744F0B" w:rsidRDefault="00C06AE4" w:rsidP="00C06AE4">
      <w:pPr>
        <w:keepLines/>
        <w:spacing w:after="80" w:line="220" w:lineRule="atLeast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 xml:space="preserve">Kaido Kivisild </w:t>
      </w:r>
    </w:p>
    <w:p w14:paraId="755B4039" w14:textId="093E9897" w:rsidR="00C06AE4" w:rsidRPr="00744F0B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Elektrilevi OÜ</w:t>
      </w:r>
    </w:p>
    <w:p w14:paraId="48BBB63B" w14:textId="77777777" w:rsidR="00C06AE4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Tel: 510 5657</w:t>
      </w:r>
    </w:p>
    <w:p w14:paraId="644AC215" w14:textId="3828A39C" w:rsidR="00C06AE4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E-</w:t>
      </w:r>
      <w:r>
        <w:rPr>
          <w:rFonts w:ascii="Times New Roman" w:eastAsia="Times New Roman" w:hAnsi="Times New Roman"/>
          <w:sz w:val="22"/>
          <w:szCs w:val="20"/>
          <w:lang w:val="et-EE"/>
        </w:rPr>
        <w:t>post</w:t>
      </w:r>
      <w:r w:rsidRPr="00744F0B">
        <w:rPr>
          <w:rFonts w:ascii="Times New Roman" w:eastAsia="Times New Roman" w:hAnsi="Times New Roman"/>
          <w:sz w:val="22"/>
          <w:szCs w:val="20"/>
          <w:lang w:val="et-EE"/>
        </w:rPr>
        <w:t>: kaido.kivisild@</w:t>
      </w:r>
      <w:r w:rsidR="00137FC9">
        <w:rPr>
          <w:rFonts w:ascii="Times New Roman" w:eastAsia="Times New Roman" w:hAnsi="Times New Roman"/>
          <w:sz w:val="22"/>
          <w:szCs w:val="20"/>
          <w:lang w:val="et-EE"/>
        </w:rPr>
        <w:t>elektrilevi</w:t>
      </w:r>
      <w:r w:rsidRPr="00744F0B">
        <w:rPr>
          <w:rFonts w:ascii="Times New Roman" w:eastAsia="Times New Roman" w:hAnsi="Times New Roman"/>
          <w:sz w:val="22"/>
          <w:szCs w:val="20"/>
          <w:lang w:val="et-EE"/>
        </w:rPr>
        <w:t xml:space="preserve">.ee </w:t>
      </w:r>
    </w:p>
    <w:sectPr w:rsidR="00C06AE4" w:rsidSect="00D4458D">
      <w:footerReference w:type="first" r:id="rId12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34D98" w14:textId="77777777" w:rsidR="00A10F9B" w:rsidRDefault="00A10F9B">
      <w:r>
        <w:separator/>
      </w:r>
    </w:p>
  </w:endnote>
  <w:endnote w:type="continuationSeparator" w:id="0">
    <w:p w14:paraId="2872EA2E" w14:textId="77777777" w:rsidR="00A10F9B" w:rsidRDefault="00A1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471"/>
      <w:gridCol w:w="2150"/>
    </w:tblGrid>
    <w:tr w:rsidR="00627953" w14:paraId="701669CF" w14:textId="77777777" w:rsidTr="00C34030">
      <w:tc>
        <w:tcPr>
          <w:tcW w:w="3471" w:type="dxa"/>
        </w:tcPr>
        <w:p w14:paraId="6320DE3C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1985" w:type="dxa"/>
        </w:tcPr>
        <w:p w14:paraId="7EFAA199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627953" w:rsidRPr="0077377F" w14:paraId="7AFEF21B" w14:textId="77777777" w:rsidTr="00C34030">
      <w:trPr>
        <w:trHeight w:val="633"/>
      </w:trPr>
      <w:tc>
        <w:tcPr>
          <w:tcW w:w="3471" w:type="dxa"/>
        </w:tcPr>
        <w:p w14:paraId="26E61486" w14:textId="5FB287F2" w:rsidR="00627953" w:rsidRDefault="00C06AE4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</w:t>
          </w:r>
          <w:r w:rsidR="00627953">
            <w:rPr>
              <w:rFonts w:eastAsia="Cambria" w:cs="Arial"/>
              <w:color w:val="000000"/>
              <w:sz w:val="18"/>
              <w:lang w:val="lv-LV"/>
            </w:rPr>
            <w:t>, TALLINN</w:t>
          </w:r>
        </w:p>
        <w:p w14:paraId="63AE28ED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  <w:p w14:paraId="2B64FA8B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Faks 715 4200</w:t>
          </w:r>
        </w:p>
      </w:tc>
      <w:tc>
        <w:tcPr>
          <w:tcW w:w="1985" w:type="dxa"/>
        </w:tcPr>
        <w:p w14:paraId="5BEC764B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 w:rsidRPr="0077377F">
            <w:rPr>
              <w:rFonts w:eastAsia="Cambria" w:cs="Arial"/>
              <w:sz w:val="18"/>
              <w:lang w:val="lv-LV"/>
            </w:rPr>
            <w:t xml:space="preserve">Reg. kood </w:t>
          </w:r>
          <w:r w:rsidR="0077377F" w:rsidRPr="0077377F">
            <w:rPr>
              <w:rFonts w:eastAsia="Cambria" w:cs="Arial"/>
              <w:sz w:val="18"/>
              <w:lang w:val="lv-LV"/>
            </w:rPr>
            <w:t>11050857</w:t>
          </w:r>
        </w:p>
        <w:p w14:paraId="1983063F" w14:textId="77777777" w:rsidR="00627953" w:rsidRPr="0077377F" w:rsidRDefault="008F2A05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</w:t>
          </w:r>
          <w:r w:rsidR="00D4458D">
            <w:rPr>
              <w:rFonts w:eastAsia="Cambria" w:cs="Arial"/>
              <w:sz w:val="18"/>
              <w:lang w:val="lv-LV"/>
            </w:rPr>
            <w:t>@elektrilevi</w:t>
          </w:r>
          <w:r w:rsidR="00627953" w:rsidRPr="0077377F">
            <w:rPr>
              <w:rFonts w:eastAsia="Cambria" w:cs="Arial"/>
              <w:sz w:val="18"/>
              <w:lang w:val="lv-LV"/>
            </w:rPr>
            <w:t>.ee</w:t>
          </w:r>
        </w:p>
        <w:p w14:paraId="5293610C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 w:rsidRPr="0077377F">
            <w:rPr>
              <w:rFonts w:eastAsia="Cambria" w:cs="Arial"/>
              <w:sz w:val="18"/>
              <w:lang w:val="lv-LV"/>
            </w:rPr>
            <w:t>www.elektrilevi.ee</w:t>
          </w:r>
        </w:p>
      </w:tc>
    </w:tr>
  </w:tbl>
  <w:p w14:paraId="219AF377" w14:textId="619BF509" w:rsidR="00627953" w:rsidRDefault="00C34030">
    <w:pPr>
      <w:pStyle w:val="Footer"/>
    </w:pPr>
    <w:r>
      <w:rPr>
        <w:noProof/>
        <w:lang w:val="et-EE" w:eastAsia="et-EE"/>
      </w:rPr>
      <w:drawing>
        <wp:anchor distT="0" distB="0" distL="114300" distR="114300" simplePos="0" relativeHeight="251657728" behindDoc="0" locked="0" layoutInCell="1" allowOverlap="1" wp14:anchorId="750324A7" wp14:editId="3AAB8862">
          <wp:simplePos x="0" y="0"/>
          <wp:positionH relativeFrom="column">
            <wp:posOffset>7620</wp:posOffset>
          </wp:positionH>
          <wp:positionV relativeFrom="paragraph">
            <wp:posOffset>224790</wp:posOffset>
          </wp:positionV>
          <wp:extent cx="1481455" cy="664210"/>
          <wp:effectExtent l="0" t="0" r="0" b="0"/>
          <wp:wrapTopAndBottom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8FCC7" w14:textId="77777777" w:rsidR="00A10F9B" w:rsidRDefault="00A10F9B">
      <w:r>
        <w:separator/>
      </w:r>
    </w:p>
  </w:footnote>
  <w:footnote w:type="continuationSeparator" w:id="0">
    <w:p w14:paraId="30C87C13" w14:textId="77777777" w:rsidR="00A10F9B" w:rsidRDefault="00A10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C28EF"/>
    <w:multiLevelType w:val="hybridMultilevel"/>
    <w:tmpl w:val="2110BE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C5F3E"/>
    <w:multiLevelType w:val="hybridMultilevel"/>
    <w:tmpl w:val="4B2075D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E872CD"/>
    <w:multiLevelType w:val="hybridMultilevel"/>
    <w:tmpl w:val="E9B8B7A4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31901C9E"/>
    <w:multiLevelType w:val="multilevel"/>
    <w:tmpl w:val="A6EC1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5D1274E"/>
    <w:multiLevelType w:val="hybridMultilevel"/>
    <w:tmpl w:val="09D466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DF580F"/>
    <w:multiLevelType w:val="hybridMultilevel"/>
    <w:tmpl w:val="15BAE072"/>
    <w:lvl w:ilvl="0" w:tplc="BE10214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205058">
    <w:abstractNumId w:val="4"/>
  </w:num>
  <w:num w:numId="2" w16cid:durableId="239801373">
    <w:abstractNumId w:val="2"/>
  </w:num>
  <w:num w:numId="3" w16cid:durableId="806359356">
    <w:abstractNumId w:val="3"/>
  </w:num>
  <w:num w:numId="4" w16cid:durableId="475029253">
    <w:abstractNumId w:val="5"/>
  </w:num>
  <w:num w:numId="5" w16cid:durableId="1849055846">
    <w:abstractNumId w:val="0"/>
  </w:num>
  <w:num w:numId="6" w16cid:durableId="180048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77F"/>
    <w:rsid w:val="00021026"/>
    <w:rsid w:val="00064365"/>
    <w:rsid w:val="00094B69"/>
    <w:rsid w:val="000B417F"/>
    <w:rsid w:val="000B4850"/>
    <w:rsid w:val="000C3CF8"/>
    <w:rsid w:val="000C7520"/>
    <w:rsid w:val="0011351D"/>
    <w:rsid w:val="00137FC9"/>
    <w:rsid w:val="00146F8F"/>
    <w:rsid w:val="0019253D"/>
    <w:rsid w:val="001C5F86"/>
    <w:rsid w:val="00210ABD"/>
    <w:rsid w:val="00221EBA"/>
    <w:rsid w:val="002518EE"/>
    <w:rsid w:val="0026663F"/>
    <w:rsid w:val="00285687"/>
    <w:rsid w:val="002D4D27"/>
    <w:rsid w:val="002E0EF7"/>
    <w:rsid w:val="002E5323"/>
    <w:rsid w:val="002E5D19"/>
    <w:rsid w:val="00312420"/>
    <w:rsid w:val="003531C2"/>
    <w:rsid w:val="003551E2"/>
    <w:rsid w:val="00357C22"/>
    <w:rsid w:val="0037318D"/>
    <w:rsid w:val="00380BEC"/>
    <w:rsid w:val="003B10F3"/>
    <w:rsid w:val="003B4BEA"/>
    <w:rsid w:val="00470107"/>
    <w:rsid w:val="00532D2F"/>
    <w:rsid w:val="0055128C"/>
    <w:rsid w:val="0059539B"/>
    <w:rsid w:val="005B32AE"/>
    <w:rsid w:val="005B7A17"/>
    <w:rsid w:val="005F7499"/>
    <w:rsid w:val="00605B27"/>
    <w:rsid w:val="00622085"/>
    <w:rsid w:val="00627953"/>
    <w:rsid w:val="006466E4"/>
    <w:rsid w:val="006B28B7"/>
    <w:rsid w:val="006B4B58"/>
    <w:rsid w:val="006F595A"/>
    <w:rsid w:val="00737031"/>
    <w:rsid w:val="0077377F"/>
    <w:rsid w:val="007A229D"/>
    <w:rsid w:val="007B7502"/>
    <w:rsid w:val="007D546D"/>
    <w:rsid w:val="0082604D"/>
    <w:rsid w:val="008C0C08"/>
    <w:rsid w:val="008F2A05"/>
    <w:rsid w:val="00945A12"/>
    <w:rsid w:val="009C5D17"/>
    <w:rsid w:val="009D38F3"/>
    <w:rsid w:val="009D735C"/>
    <w:rsid w:val="009E181A"/>
    <w:rsid w:val="009E1B09"/>
    <w:rsid w:val="00A10F9B"/>
    <w:rsid w:val="00A2782C"/>
    <w:rsid w:val="00A43A3D"/>
    <w:rsid w:val="00A65739"/>
    <w:rsid w:val="00B33B98"/>
    <w:rsid w:val="00B33BD7"/>
    <w:rsid w:val="00BB44A0"/>
    <w:rsid w:val="00BB5250"/>
    <w:rsid w:val="00BE4035"/>
    <w:rsid w:val="00C06AE4"/>
    <w:rsid w:val="00C34030"/>
    <w:rsid w:val="00C53640"/>
    <w:rsid w:val="00C919B6"/>
    <w:rsid w:val="00D02BC5"/>
    <w:rsid w:val="00D1404C"/>
    <w:rsid w:val="00D25D80"/>
    <w:rsid w:val="00D4458D"/>
    <w:rsid w:val="00D73D1F"/>
    <w:rsid w:val="00D86327"/>
    <w:rsid w:val="00D9171A"/>
    <w:rsid w:val="00DA284C"/>
    <w:rsid w:val="00DB32E4"/>
    <w:rsid w:val="00DD3EA8"/>
    <w:rsid w:val="00DD575E"/>
    <w:rsid w:val="00DF53EA"/>
    <w:rsid w:val="00E33771"/>
    <w:rsid w:val="00E366A1"/>
    <w:rsid w:val="00E65C3E"/>
    <w:rsid w:val="00E91EAF"/>
    <w:rsid w:val="00ED26F8"/>
    <w:rsid w:val="00EE5D7E"/>
    <w:rsid w:val="00F50474"/>
    <w:rsid w:val="00F9332D"/>
    <w:rsid w:val="00F94E63"/>
    <w:rsid w:val="00F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uiPriority w:val="99"/>
    <w:rsid w:val="00E65C3E"/>
    <w:rPr>
      <w:color w:val="0000FF"/>
      <w:u w:val="single"/>
    </w:rPr>
  </w:style>
  <w:style w:type="character" w:styleId="Strong">
    <w:name w:val="Strong"/>
    <w:uiPriority w:val="22"/>
    <w:qFormat/>
    <w:rsid w:val="007B7502"/>
    <w:rPr>
      <w:b/>
      <w:bCs/>
    </w:rPr>
  </w:style>
  <w:style w:type="table" w:styleId="TableGrid">
    <w:name w:val="Table Grid"/>
    <w:basedOn w:val="TableNormal"/>
    <w:uiPriority w:val="59"/>
    <w:rsid w:val="00C06A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B525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E53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mk@rmk.ee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91407F2FE6764CA9F2BE34926EF00C" ma:contentTypeVersion="4" ma:contentTypeDescription="Create a new document." ma:contentTypeScope="" ma:versionID="9976f87c9ce31f1f01d23c82c6fc1bef">
  <xsd:schema xmlns:xsd="http://www.w3.org/2001/XMLSchema" xmlns:xs="http://www.w3.org/2001/XMLSchema" xmlns:p="http://schemas.microsoft.com/office/2006/metadata/properties" xmlns:ns2="9feb6612-87f5-4234-aaa1-522012de41ea" targetNamespace="http://schemas.microsoft.com/office/2006/metadata/properties" ma:root="true" ma:fieldsID="faf8082235d283f214bdbc59cf62b0bf" ns2:_="">
    <xsd:import namespace="9feb6612-87f5-4234-aaa1-522012de4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b6612-87f5-4234-aaa1-522012de4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3FC936-3D9E-49AD-958D-47B3AFA6A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eb6612-87f5-4234-aaa1-522012de4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13</TotalTime>
  <Pages>1</Pages>
  <Words>163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Kaido Kivisild</cp:lastModifiedBy>
  <cp:revision>3</cp:revision>
  <cp:lastPrinted>2024-11-07T10:06:00Z</cp:lastPrinted>
  <dcterms:created xsi:type="dcterms:W3CDTF">2025-02-06T06:43:00Z</dcterms:created>
  <dcterms:modified xsi:type="dcterms:W3CDTF">2025-02-06T06:46:00Z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0x010100C691407F2FE6764CA9F2BE34926EF00C</vt:lpwstr>
  </property>
</Properties>
</file>